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02" w:rsidRPr="001E0608" w:rsidRDefault="00665C02" w:rsidP="005C4790">
      <w:pPr>
        <w:pStyle w:val="NoSpacing"/>
        <w:ind w:left="220"/>
        <w:rPr>
          <w:b/>
          <w:sz w:val="24"/>
        </w:rPr>
      </w:pPr>
      <w:r w:rsidRPr="001E0608">
        <w:rPr>
          <w:b/>
          <w:sz w:val="24"/>
        </w:rPr>
        <w:t>Magazine Ad.</w:t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</w:r>
      <w:r w:rsidRPr="001E0608">
        <w:rPr>
          <w:b/>
          <w:sz w:val="24"/>
        </w:rPr>
        <w:tab/>
        <w:t>Name________________________</w:t>
      </w:r>
    </w:p>
    <w:p w:rsidR="00665C02" w:rsidRPr="001E0608" w:rsidRDefault="00665C02" w:rsidP="005C4790">
      <w:pPr>
        <w:pStyle w:val="NoSpacing"/>
        <w:ind w:left="220"/>
        <w:rPr>
          <w:b/>
          <w:sz w:val="24"/>
        </w:rPr>
      </w:pPr>
      <w:r>
        <w:rPr>
          <w:b/>
          <w:sz w:val="24"/>
        </w:rPr>
        <w:t>Brainstorming Worksheet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t>Product #1____________________________</w:t>
      </w:r>
    </w:p>
    <w:p w:rsidR="00665C02" w:rsidRDefault="00665C02" w:rsidP="005C4790">
      <w:pPr>
        <w:ind w:left="220"/>
      </w:pPr>
      <w:r>
        <w:t>Slogan _____________________________________________________________________________________________________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t>Layout #1</w:t>
      </w:r>
      <w:r>
        <w:tab/>
      </w:r>
      <w:r>
        <w:tab/>
      </w:r>
      <w:r>
        <w:tab/>
      </w:r>
      <w:r>
        <w:tab/>
      </w:r>
      <w:r>
        <w:tab/>
      </w:r>
      <w:r>
        <w:tab/>
        <w:t>Layout #2</w:t>
      </w:r>
      <w:r>
        <w:tab/>
      </w:r>
      <w:r>
        <w:tab/>
      </w:r>
      <w:r>
        <w:tab/>
      </w:r>
      <w:r>
        <w:tab/>
      </w:r>
      <w:r>
        <w:tab/>
        <w:t>Layout #3</w:t>
      </w:r>
    </w:p>
    <w:p w:rsidR="00665C02" w:rsidRDefault="00665C02" w:rsidP="005C4790">
      <w:pPr>
        <w:ind w:left="220"/>
      </w:pPr>
      <w:r>
        <w:rPr>
          <w:noProof/>
        </w:rPr>
        <w:pict>
          <v:rect id="_x0000_s1026" style="position:absolute;left:0;text-align:left;margin-left:11pt;margin-top:5.5pt;width:224.25pt;height:285.75pt;z-index:251658240"/>
        </w:pict>
      </w:r>
      <w:r>
        <w:rPr>
          <w:noProof/>
        </w:rPr>
        <w:pict>
          <v:rect id="_x0000_s1027" style="position:absolute;left:0;text-align:left;margin-left:242pt;margin-top:5.5pt;width:224.25pt;height:285.75pt;z-index:251659264"/>
        </w:pict>
      </w:r>
      <w:r>
        <w:rPr>
          <w:noProof/>
        </w:rPr>
        <w:pict>
          <v:rect id="_x0000_s1028" style="position:absolute;left:0;text-align:left;margin-left:473pt;margin-top:5.5pt;width:224.25pt;height:285.75pt;z-index:251660288"/>
        </w:pic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t>Product #2____________________________</w:t>
      </w:r>
    </w:p>
    <w:p w:rsidR="00665C02" w:rsidRDefault="00665C02" w:rsidP="005C4790">
      <w:pPr>
        <w:ind w:left="220"/>
      </w:pPr>
      <w:r>
        <w:t>Slogan _____________________________________________________________________________________________________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rPr>
          <w:noProof/>
        </w:rPr>
        <w:pict>
          <v:rect id="_x0000_s1029" style="position:absolute;left:0;text-align:left;margin-left:11pt;margin-top:22.65pt;width:224.25pt;height:285.75pt;z-index:251661312"/>
        </w:pict>
      </w:r>
      <w:r>
        <w:rPr>
          <w:noProof/>
        </w:rPr>
        <w:pict>
          <v:rect id="_x0000_s1030" style="position:absolute;left:0;text-align:left;margin-left:242pt;margin-top:22.65pt;width:224.25pt;height:285.75pt;z-index:251662336"/>
        </w:pict>
      </w:r>
      <w:r>
        <w:rPr>
          <w:noProof/>
        </w:rPr>
        <w:pict>
          <v:rect id="_x0000_s1031" style="position:absolute;left:0;text-align:left;margin-left:473pt;margin-top:22.65pt;width:224.25pt;height:285.75pt;z-index:251663360"/>
        </w:pict>
      </w:r>
      <w:r>
        <w:t>Layout #1</w:t>
      </w:r>
      <w:r>
        <w:tab/>
      </w:r>
      <w:r>
        <w:tab/>
      </w:r>
      <w:r>
        <w:tab/>
      </w:r>
      <w:r>
        <w:tab/>
      </w:r>
      <w:r>
        <w:tab/>
      </w:r>
      <w:r>
        <w:tab/>
        <w:t>Layout #2</w:t>
      </w:r>
      <w:r>
        <w:tab/>
      </w:r>
      <w:r>
        <w:tab/>
      </w:r>
      <w:r>
        <w:tab/>
      </w:r>
      <w:r>
        <w:tab/>
      </w:r>
      <w:r>
        <w:tab/>
      </w:r>
      <w:r>
        <w:tab/>
        <w:t>Layout #3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t>Product #3____________________________</w:t>
      </w:r>
    </w:p>
    <w:p w:rsidR="00665C02" w:rsidRDefault="00665C02" w:rsidP="005C4790">
      <w:pPr>
        <w:ind w:left="220"/>
      </w:pPr>
      <w:r>
        <w:t>Slogan _____________________________________________________________________________________________________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  <w:r>
        <w:rPr>
          <w:noProof/>
        </w:rPr>
        <w:pict>
          <v:rect id="_x0000_s1032" style="position:absolute;left:0;text-align:left;margin-left:5.5pt;margin-top:22.65pt;width:224.25pt;height:285.75pt;z-index:251664384"/>
        </w:pict>
      </w:r>
      <w:r>
        <w:rPr>
          <w:noProof/>
        </w:rPr>
        <w:pict>
          <v:rect id="_x0000_s1033" style="position:absolute;left:0;text-align:left;margin-left:236.5pt;margin-top:22.65pt;width:224.25pt;height:285.75pt;z-index:251665408"/>
        </w:pict>
      </w:r>
      <w:r>
        <w:rPr>
          <w:noProof/>
        </w:rPr>
        <w:pict>
          <v:rect id="_x0000_s1034" style="position:absolute;left:0;text-align:left;margin-left:467.5pt;margin-top:22.65pt;width:224.25pt;height:285.75pt;z-index:251666432"/>
        </w:pict>
      </w:r>
      <w:r>
        <w:t>Layout #1</w:t>
      </w:r>
      <w:r>
        <w:tab/>
      </w:r>
      <w:r>
        <w:tab/>
      </w:r>
      <w:r>
        <w:tab/>
      </w:r>
      <w:r>
        <w:tab/>
      </w:r>
      <w:r>
        <w:tab/>
      </w:r>
      <w:r>
        <w:tab/>
        <w:t>Layout #2</w:t>
      </w:r>
      <w:r>
        <w:tab/>
      </w:r>
      <w:r>
        <w:tab/>
      </w:r>
      <w:r>
        <w:tab/>
      </w:r>
      <w:r>
        <w:tab/>
      </w:r>
      <w:r>
        <w:tab/>
        <w:t xml:space="preserve"> Layout #3</w:t>
      </w:r>
    </w:p>
    <w:p w:rsidR="00665C02" w:rsidRDefault="00665C02" w:rsidP="005C4790">
      <w:pPr>
        <w:ind w:left="220"/>
      </w:pPr>
    </w:p>
    <w:p w:rsidR="00665C02" w:rsidRDefault="00665C02" w:rsidP="005C4790">
      <w:pPr>
        <w:ind w:left="220"/>
      </w:pPr>
    </w:p>
    <w:sectPr w:rsidR="00665C02" w:rsidSect="001E06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608"/>
    <w:rsid w:val="001E0608"/>
    <w:rsid w:val="001F60A1"/>
    <w:rsid w:val="0042656D"/>
    <w:rsid w:val="004C5FD7"/>
    <w:rsid w:val="005C4790"/>
    <w:rsid w:val="00665C02"/>
    <w:rsid w:val="00DE3921"/>
    <w:rsid w:val="00ED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B3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E06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102</Words>
  <Characters>585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Magazine Ad</dc:title>
  <dc:subject/>
  <dc:creator> </dc:creator>
  <cp:keywords/>
  <dc:description/>
  <cp:lastModifiedBy>artistic99</cp:lastModifiedBy>
  <cp:revision>2</cp:revision>
  <cp:lastPrinted>2009-12-02T12:10:00Z</cp:lastPrinted>
  <dcterms:created xsi:type="dcterms:W3CDTF">2011-12-29T13:29:00Z</dcterms:created>
  <dcterms:modified xsi:type="dcterms:W3CDTF">2011-12-29T13:29:00Z</dcterms:modified>
</cp:coreProperties>
</file>